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7CC" w:rsidRPr="00D117CC" w:rsidRDefault="0081036C" w:rsidP="009C1BB2">
      <w:pPr>
        <w:spacing w:after="0" w:line="240" w:lineRule="auto"/>
        <w:jc w:val="center"/>
        <w:rPr>
          <w:b/>
          <w:color w:val="EEECE1" w:themeColor="background2"/>
          <w:sz w:val="5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EECE1" w:themeColor="background2"/>
          <w:sz w:val="5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Guest Speaker </w:t>
      </w:r>
      <w:r w:rsidR="009C1BB2">
        <w:rPr>
          <w:b/>
          <w:color w:val="EEECE1" w:themeColor="background2"/>
          <w:sz w:val="5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MAKE-UP </w:t>
      </w:r>
      <w:r w:rsidR="00D117CC" w:rsidRPr="00D117CC">
        <w:rPr>
          <w:b/>
          <w:color w:val="EEECE1" w:themeColor="background2"/>
          <w:sz w:val="5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ASSIGNMENT</w:t>
      </w:r>
    </w:p>
    <w:p w:rsidR="00D117CC" w:rsidRPr="0081036C" w:rsidRDefault="00D117CC" w:rsidP="00D117CC">
      <w:pPr>
        <w:spacing w:after="0" w:line="240" w:lineRule="auto"/>
        <w:jc w:val="center"/>
        <w:rPr>
          <w:rFonts w:cstheme="minorHAnsi"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81036C">
        <w:rPr>
          <w:rFonts w:cstheme="minorHAnsi"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For </w:t>
      </w:r>
      <w:r w:rsidR="0081036C" w:rsidRPr="0081036C">
        <w:rPr>
          <w:rFonts w:cstheme="minorHAnsi"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Personal Finance</w:t>
      </w:r>
      <w:r w:rsidRPr="0081036C">
        <w:rPr>
          <w:rFonts w:cstheme="minorHAnsi"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30</w:t>
      </w:r>
    </w:p>
    <w:p w:rsidR="009C1BB2" w:rsidRPr="009C1BB2" w:rsidRDefault="0081036C" w:rsidP="009C1BB2">
      <w:pPr>
        <w:spacing w:after="0" w:line="240" w:lineRule="auto"/>
        <w:jc w:val="center"/>
        <w:rPr>
          <w:b/>
          <w:spacing w:val="60"/>
          <w:sz w:val="96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pacing w:val="60"/>
          <w:sz w:val="96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FINANCIAL </w:t>
      </w:r>
      <w:r w:rsidR="009C1BB2" w:rsidRPr="009C1BB2">
        <w:rPr>
          <w:b/>
          <w:spacing w:val="60"/>
          <w:sz w:val="96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NEWS</w:t>
      </w:r>
    </w:p>
    <w:p w:rsidR="009C1BB2" w:rsidRPr="0081036C" w:rsidRDefault="009C1BB2" w:rsidP="00D117CC">
      <w:pPr>
        <w:spacing w:after="0" w:line="240" w:lineRule="auto"/>
        <w:jc w:val="center"/>
        <w:rPr>
          <w:rFonts w:cstheme="minorHAnsi"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D117CC" w:rsidRPr="0081036C" w:rsidRDefault="00D117CC" w:rsidP="00D117CC">
      <w:pPr>
        <w:spacing w:after="0" w:line="240" w:lineRule="auto"/>
        <w:jc w:val="center"/>
        <w:rPr>
          <w:rFonts w:cstheme="minorHAnsi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D117CC" w:rsidRPr="00D117CC" w:rsidRDefault="00D117CC" w:rsidP="00D117CC">
      <w:pPr>
        <w:spacing w:after="0" w:line="240" w:lineRule="auto"/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</w:pP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Name</w:t>
      </w:r>
      <w:proofErr w:type="gramStart"/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:</w:t>
      </w:r>
      <w:r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</w:t>
      </w:r>
      <w:proofErr w:type="gramEnd"/>
      <w:r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__________________</w:t>
      </w:r>
      <w:r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</w:t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ab/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ab/>
      </w:r>
      <w:r w:rsid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br/>
        <w:t xml:space="preserve">Name and </w:t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Date</w:t>
      </w:r>
      <w:r w:rsid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of missed </w:t>
      </w:r>
      <w:r w:rsidR="0081036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presentation</w:t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:</w:t>
      </w:r>
      <w:r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______________</w:t>
      </w:r>
      <w:r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</w:t>
      </w:r>
      <w:r w:rsid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</w:t>
      </w:r>
      <w:r w:rsidR="009C1BB2" w:rsidRP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    </w:t>
      </w:r>
      <w:r w:rsid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br/>
      </w:r>
      <w:r w:rsidR="009C1BB2" w:rsidRP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Date submitted</w:t>
      </w:r>
      <w:r w:rsid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:</w:t>
      </w:r>
      <w:r w:rsidR="009C1BB2" w:rsidRP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 xml:space="preserve"> </w:t>
      </w:r>
      <w:r w:rsidR="009C1BB2"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_____________</w:t>
      </w:r>
      <w:r w:rsid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</w:t>
      </w:r>
    </w:p>
    <w:p w:rsidR="00D117CC" w:rsidRDefault="00D117CC" w:rsidP="00D117CC">
      <w:pPr>
        <w:spacing w:after="0" w:line="240" w:lineRule="auto"/>
        <w:rPr>
          <w:rFonts w:ascii="Arial Black" w:eastAsia="Adobe Heiti Std R" w:hAnsi="Arial Black" w:cstheme="minorHAnsi"/>
          <w:b/>
          <w:spacing w:val="60"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81036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Select a recent magazine or </w:t>
      </w:r>
      <w:r w:rsidR="00D117CC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newspaper article that relates to </w:t>
      </w: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personal finance</w:t>
      </w:r>
      <w:r w:rsidR="00D117CC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. Review the article and understand it thoroughly. Clarify any terms you do not understand. Prepare a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summary</w:t>
      </w:r>
      <w:r w:rsidR="00D117CC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of the article. Prepare at least three questions </w:t>
      </w: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that you have about the article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. Relate to article to something you have learned in class so far</w:t>
      </w: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.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Evaluation: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__</w:t>
      </w:r>
      <w:proofErr w:type="gramStart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_  1</w:t>
      </w:r>
      <w:proofErr w:type="gramEnd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. </w:t>
      </w:r>
      <w:r w:rsidR="0081036C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Quality of summary (4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)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ab/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___ 2. 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Three quality questions posed. (3)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___ 3. </w:t>
      </w:r>
      <w:r w:rsidR="0081036C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Relation to learning (3</w:t>
      </w:r>
      <w:bookmarkStart w:id="0" w:name="_GoBack"/>
      <w:bookmarkEnd w:id="0"/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)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br/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___ </w:t>
      </w:r>
      <w:r w:rsidR="009C1BB2">
        <w:rPr>
          <w:rFonts w:ascii="Comic Sans MS" w:eastAsia="Adobe Heiti Std R" w:hAnsi="Comic Sans MS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/ 10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P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*Submit this paper for evaluation 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along with the original article</w:t>
      </w: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</w:t>
      </w:r>
    </w:p>
    <w:sectPr w:rsidR="00D117CC" w:rsidRPr="00D11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93CBE"/>
    <w:multiLevelType w:val="hybridMultilevel"/>
    <w:tmpl w:val="C60EB85A"/>
    <w:lvl w:ilvl="0" w:tplc="8CF64E1A">
      <w:numFmt w:val="bullet"/>
      <w:lvlText w:val=""/>
      <w:lvlJc w:val="left"/>
      <w:pPr>
        <w:ind w:left="720" w:hanging="360"/>
      </w:pPr>
      <w:rPr>
        <w:rFonts w:ascii="Symbol" w:eastAsia="Adobe Heiti Std R" w:hAnsi="Symbol" w:cstheme="minorHAns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CC"/>
    <w:rsid w:val="00171106"/>
    <w:rsid w:val="0081036C"/>
    <w:rsid w:val="009C1BB2"/>
    <w:rsid w:val="00D117CC"/>
    <w:rsid w:val="00FD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3F2C34-7352-4192-A2C7-747666F6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67FF1F63.dotm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Mcfarlen</dc:creator>
  <cp:lastModifiedBy>Amy Mcfarlen</cp:lastModifiedBy>
  <cp:revision>2</cp:revision>
  <dcterms:created xsi:type="dcterms:W3CDTF">2017-01-11T02:00:00Z</dcterms:created>
  <dcterms:modified xsi:type="dcterms:W3CDTF">2017-01-11T02:00:00Z</dcterms:modified>
</cp:coreProperties>
</file>